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BCB88" w14:textId="756DE1FD" w:rsidR="00440F8B" w:rsidRPr="004E3266" w:rsidRDefault="00464E6A" w:rsidP="004E3266">
      <w:pPr>
        <w:spacing w:before="100" w:beforeAutospacing="1" w:after="0" w:line="240" w:lineRule="auto"/>
        <w:ind w:right="975"/>
        <w:jc w:val="center"/>
        <w:rPr>
          <w:rFonts w:ascii="Arial Narrow" w:eastAsia="Times New Roman" w:hAnsi="Arial Narrow" w:cs="Times New Roman"/>
          <w:color w:val="000000"/>
          <w:sz w:val="24"/>
          <w:szCs w:val="24"/>
        </w:rPr>
      </w:pPr>
      <w:r>
        <w:rPr>
          <w:rFonts w:ascii="Arial Narrow" w:eastAsia="Times New Roman" w:hAnsi="Arial Narrow" w:cs="Times New Roman"/>
          <w:b/>
          <w:color w:val="000000"/>
          <w:sz w:val="28"/>
        </w:rPr>
        <w:t xml:space="preserve">COVID 19 </w:t>
      </w:r>
      <w:r w:rsidR="00440F8B" w:rsidRPr="00440F8B">
        <w:rPr>
          <w:rFonts w:ascii="Arial Narrow" w:eastAsia="Times New Roman" w:hAnsi="Arial Narrow" w:cs="Times New Roman"/>
          <w:b/>
          <w:color w:val="000000"/>
          <w:sz w:val="28"/>
        </w:rPr>
        <w:t>STATUS</w:t>
      </w:r>
      <w:r>
        <w:rPr>
          <w:rFonts w:ascii="Arial Narrow" w:eastAsia="Times New Roman" w:hAnsi="Arial Narrow" w:cs="Times New Roman"/>
          <w:b/>
          <w:color w:val="000000"/>
          <w:sz w:val="28"/>
        </w:rPr>
        <w:t xml:space="preserve"> CHANGE</w:t>
      </w:r>
    </w:p>
    <w:p w14:paraId="2BC9C7C6" w14:textId="2B9EA17C" w:rsidR="00440F8B" w:rsidRPr="004E3266" w:rsidRDefault="00440F8B" w:rsidP="00440F8B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0"/>
          <w:szCs w:val="20"/>
        </w:rPr>
      </w:pPr>
      <w:r w:rsidRPr="004E3266">
        <w:rPr>
          <w:rFonts w:ascii="Arial Narrow" w:eastAsia="Times New Roman" w:hAnsi="Arial Narrow" w:cs="Times New Roman"/>
          <w:color w:val="000000"/>
          <w:sz w:val="20"/>
          <w:szCs w:val="20"/>
        </w:rPr>
        <w:t>Employee: __________________________________________ Date: ________________</w:t>
      </w:r>
    </w:p>
    <w:p w14:paraId="7701BEC8" w14:textId="33DC6671" w:rsidR="00440F8B" w:rsidRPr="004E3266" w:rsidRDefault="00440F8B" w:rsidP="00440F8B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0"/>
          <w:szCs w:val="20"/>
        </w:rPr>
      </w:pPr>
      <w:r w:rsidRPr="004E3266">
        <w:rPr>
          <w:rFonts w:ascii="Arial Narrow" w:eastAsia="Times New Roman" w:hAnsi="Arial Narrow" w:cs="Times New Roman"/>
          <w:b/>
          <w:bCs/>
          <w:color w:val="000000"/>
          <w:sz w:val="20"/>
          <w:szCs w:val="20"/>
        </w:rPr>
        <w:t>Status:</w:t>
      </w:r>
      <w:r w:rsidRPr="004E3266">
        <w:rPr>
          <w:rFonts w:ascii="Arial Narrow" w:eastAsia="Times New Roman" w:hAnsi="Arial Narrow" w:cs="Times New Roman"/>
          <w:color w:val="000000"/>
          <w:sz w:val="20"/>
          <w:szCs w:val="20"/>
        </w:rPr>
        <w:br/>
        <w:t> </w:t>
      </w:r>
    </w:p>
    <w:tbl>
      <w:tblPr>
        <w:tblStyle w:val="TableGrid"/>
        <w:tblW w:w="9780" w:type="dxa"/>
        <w:tblLook w:val="04A0" w:firstRow="1" w:lastRow="0" w:firstColumn="1" w:lastColumn="0" w:noHBand="0" w:noVBand="1"/>
      </w:tblPr>
      <w:tblGrid>
        <w:gridCol w:w="3888"/>
        <w:gridCol w:w="2970"/>
        <w:gridCol w:w="2922"/>
      </w:tblGrid>
      <w:tr w:rsidR="00440F8B" w:rsidRPr="004E3266" w14:paraId="1CB1EDC1" w14:textId="77777777" w:rsidTr="00265E17">
        <w:tc>
          <w:tcPr>
            <w:tcW w:w="3888" w:type="dxa"/>
            <w:hideMark/>
          </w:tcPr>
          <w:p w14:paraId="19010647" w14:textId="77777777" w:rsidR="00440F8B" w:rsidRPr="004E3266" w:rsidRDefault="00440F8B" w:rsidP="00440F8B">
            <w:pPr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 xml:space="preserve">Type:  </w:t>
            </w:r>
          </w:p>
        </w:tc>
        <w:tc>
          <w:tcPr>
            <w:tcW w:w="2970" w:type="dxa"/>
            <w:hideMark/>
          </w:tcPr>
          <w:p w14:paraId="575AA2F0" w14:textId="77777777" w:rsidR="00440F8B" w:rsidRPr="004E3266" w:rsidRDefault="00440F8B" w:rsidP="00440F8B">
            <w:pPr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From:</w:t>
            </w:r>
          </w:p>
        </w:tc>
        <w:tc>
          <w:tcPr>
            <w:tcW w:w="2922" w:type="dxa"/>
            <w:hideMark/>
          </w:tcPr>
          <w:p w14:paraId="4B29C686" w14:textId="77777777" w:rsidR="00440F8B" w:rsidRPr="004E3266" w:rsidRDefault="00440F8B" w:rsidP="00440F8B">
            <w:pPr>
              <w:ind w:left="120" w:right="27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To:</w:t>
            </w:r>
          </w:p>
        </w:tc>
      </w:tr>
      <w:tr w:rsidR="00440F8B" w:rsidRPr="004E3266" w14:paraId="5CE73905" w14:textId="77777777" w:rsidTr="00265E17">
        <w:tc>
          <w:tcPr>
            <w:tcW w:w="3888" w:type="dxa"/>
            <w:hideMark/>
          </w:tcPr>
          <w:p w14:paraId="323E78C5" w14:textId="77777777" w:rsidR="00440F8B" w:rsidRDefault="00440F8B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sym w:font="Wingdings" w:char="0071"/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 Job Title</w:t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br/>
              <w:t> </w:t>
            </w:r>
          </w:p>
          <w:p w14:paraId="70FACE3E" w14:textId="174AF8FB" w:rsidR="00464E6A" w:rsidRPr="004E3266" w:rsidRDefault="00464E6A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hideMark/>
          </w:tcPr>
          <w:p w14:paraId="60C70527" w14:textId="77777777" w:rsidR="00440F8B" w:rsidRPr="004E3266" w:rsidRDefault="00440F8B" w:rsidP="00440F8B">
            <w:pPr>
              <w:ind w:left="120" w:right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2" w:type="dxa"/>
            <w:hideMark/>
          </w:tcPr>
          <w:p w14:paraId="4E1D80E9" w14:textId="77777777" w:rsidR="00440F8B" w:rsidRPr="004E3266" w:rsidRDefault="00440F8B" w:rsidP="00440F8B">
            <w:pPr>
              <w:ind w:left="120" w:right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40F8B" w:rsidRPr="004E3266" w14:paraId="7D106479" w14:textId="77777777" w:rsidTr="00265E17">
        <w:tc>
          <w:tcPr>
            <w:tcW w:w="3888" w:type="dxa"/>
            <w:hideMark/>
          </w:tcPr>
          <w:p w14:paraId="3D0BEA47" w14:textId="77777777" w:rsidR="00440F8B" w:rsidRDefault="00440F8B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sym w:font="Wingdings" w:char="0071"/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 Full-time / Part-time Designation</w:t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br/>
              <w:t> </w:t>
            </w:r>
          </w:p>
          <w:p w14:paraId="402CF1F4" w14:textId="77777777" w:rsidR="00464E6A" w:rsidRDefault="00464E6A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  <w:p w14:paraId="2D834E82" w14:textId="0D27852E" w:rsidR="00464E6A" w:rsidRPr="004E3266" w:rsidRDefault="00464E6A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hideMark/>
          </w:tcPr>
          <w:p w14:paraId="216794F7" w14:textId="77777777" w:rsidR="00440F8B" w:rsidRPr="004E3266" w:rsidRDefault="00440F8B" w:rsidP="00440F8B">
            <w:pPr>
              <w:ind w:left="120" w:right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2" w:type="dxa"/>
            <w:hideMark/>
          </w:tcPr>
          <w:p w14:paraId="1DCA8300" w14:textId="77777777" w:rsidR="00440F8B" w:rsidRPr="004E3266" w:rsidRDefault="00440F8B" w:rsidP="00440F8B">
            <w:pPr>
              <w:ind w:left="120" w:right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40F8B" w:rsidRPr="004E3266" w14:paraId="2F25692E" w14:textId="77777777" w:rsidTr="00265E17">
        <w:tc>
          <w:tcPr>
            <w:tcW w:w="3888" w:type="dxa"/>
            <w:hideMark/>
          </w:tcPr>
          <w:p w14:paraId="06BF22BE" w14:textId="77777777" w:rsidR="00440F8B" w:rsidRDefault="00440F8B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sym w:font="Wingdings" w:char="0071"/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 Department</w:t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br/>
              <w:t> </w:t>
            </w:r>
          </w:p>
          <w:p w14:paraId="59AF265B" w14:textId="77777777" w:rsidR="00464E6A" w:rsidRDefault="00464E6A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  <w:p w14:paraId="763C260D" w14:textId="77777777" w:rsidR="00464E6A" w:rsidRDefault="00464E6A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  <w:p w14:paraId="78EB6F1D" w14:textId="2F5F4DE5" w:rsidR="00464E6A" w:rsidRPr="004E3266" w:rsidRDefault="00464E6A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hideMark/>
          </w:tcPr>
          <w:p w14:paraId="7B12A0CB" w14:textId="77777777" w:rsidR="00440F8B" w:rsidRPr="004E3266" w:rsidRDefault="00440F8B" w:rsidP="00440F8B">
            <w:pPr>
              <w:ind w:left="120" w:right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2" w:type="dxa"/>
            <w:hideMark/>
          </w:tcPr>
          <w:p w14:paraId="14AF964B" w14:textId="77777777" w:rsidR="00440F8B" w:rsidRPr="004E3266" w:rsidRDefault="00440F8B" w:rsidP="00440F8B">
            <w:pPr>
              <w:ind w:left="120" w:right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40F8B" w:rsidRPr="004E3266" w14:paraId="4E91E16D" w14:textId="77777777" w:rsidTr="00265E17">
        <w:trPr>
          <w:trHeight w:val="1794"/>
        </w:trPr>
        <w:tc>
          <w:tcPr>
            <w:tcW w:w="3888" w:type="dxa"/>
            <w:hideMark/>
          </w:tcPr>
          <w:p w14:paraId="4940CA73" w14:textId="77777777" w:rsidR="00440F8B" w:rsidRPr="004E3266" w:rsidRDefault="00440F8B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sym w:font="Wingdings" w:char="0071"/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  Schedule </w:t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br/>
              <w:t> </w:t>
            </w:r>
          </w:p>
        </w:tc>
        <w:tc>
          <w:tcPr>
            <w:tcW w:w="2970" w:type="dxa"/>
            <w:hideMark/>
          </w:tcPr>
          <w:p w14:paraId="55A37538" w14:textId="77777777" w:rsidR="00440F8B" w:rsidRPr="004E3266" w:rsidRDefault="00440F8B" w:rsidP="00440F8B">
            <w:pPr>
              <w:ind w:left="120" w:right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2" w:type="dxa"/>
            <w:hideMark/>
          </w:tcPr>
          <w:p w14:paraId="7AD4BE35" w14:textId="77777777" w:rsidR="00440F8B" w:rsidRPr="004E3266" w:rsidRDefault="00440F8B" w:rsidP="00440F8B">
            <w:pPr>
              <w:ind w:left="120" w:right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40F8B" w:rsidRPr="004E3266" w14:paraId="07C461F0" w14:textId="77777777" w:rsidTr="00265E17">
        <w:trPr>
          <w:trHeight w:val="2424"/>
        </w:trPr>
        <w:tc>
          <w:tcPr>
            <w:tcW w:w="3888" w:type="dxa"/>
            <w:hideMark/>
          </w:tcPr>
          <w:p w14:paraId="4D81FB46" w14:textId="77777777" w:rsidR="00440F8B" w:rsidRPr="004E3266" w:rsidRDefault="00440F8B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sym w:font="Wingdings" w:char="0071"/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  Rate of Pay</w:t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br/>
              <w:t> </w:t>
            </w:r>
          </w:p>
        </w:tc>
        <w:tc>
          <w:tcPr>
            <w:tcW w:w="2970" w:type="dxa"/>
            <w:hideMark/>
          </w:tcPr>
          <w:p w14:paraId="0E917CC2" w14:textId="2952CAFA" w:rsidR="00440F8B" w:rsidRPr="004E3266" w:rsidRDefault="00440F8B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$_______________</w:t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922" w:type="dxa"/>
            <w:hideMark/>
          </w:tcPr>
          <w:p w14:paraId="7E6BC729" w14:textId="6841AF10" w:rsidR="00440F8B" w:rsidRPr="004E3266" w:rsidRDefault="00440F8B" w:rsidP="00440F8B">
            <w:pPr>
              <w:spacing w:before="120" w:after="120"/>
              <w:ind w:left="120" w:right="12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$_______________</w:t>
            </w:r>
            <w:r w:rsidRPr="004E32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br/>
            </w:r>
          </w:p>
        </w:tc>
      </w:tr>
    </w:tbl>
    <w:p w14:paraId="65D51FF9" w14:textId="77777777" w:rsidR="00440F8B" w:rsidRPr="004E3266" w:rsidRDefault="00440F8B" w:rsidP="00440F8B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0"/>
          <w:szCs w:val="20"/>
        </w:rPr>
      </w:pPr>
      <w:r w:rsidRPr="004E3266">
        <w:rPr>
          <w:rFonts w:ascii="Arial Narrow" w:eastAsia="Times New Roman" w:hAnsi="Arial Narrow" w:cs="Times New Roman"/>
          <w:b/>
          <w:bCs/>
          <w:color w:val="000000"/>
          <w:sz w:val="20"/>
          <w:szCs w:val="20"/>
        </w:rPr>
        <w:t xml:space="preserve">Effective Date of </w:t>
      </w:r>
      <w:proofErr w:type="gramStart"/>
      <w:r w:rsidRPr="004E3266">
        <w:rPr>
          <w:rFonts w:ascii="Arial Narrow" w:eastAsia="Times New Roman" w:hAnsi="Arial Narrow" w:cs="Times New Roman"/>
          <w:b/>
          <w:bCs/>
          <w:color w:val="000000"/>
          <w:sz w:val="20"/>
          <w:szCs w:val="20"/>
        </w:rPr>
        <w:t>Change:</w:t>
      </w:r>
      <w:r w:rsidRPr="004E3266">
        <w:rPr>
          <w:rFonts w:ascii="Arial Narrow" w:eastAsia="Times New Roman" w:hAnsi="Arial Narrow" w:cs="Times New Roman"/>
          <w:color w:val="000000"/>
          <w:sz w:val="20"/>
          <w:szCs w:val="20"/>
        </w:rPr>
        <w:t>_</w:t>
      </w:r>
      <w:proofErr w:type="gramEnd"/>
      <w:r w:rsidRPr="004E3266">
        <w:rPr>
          <w:rFonts w:ascii="Arial Narrow" w:eastAsia="Times New Roman" w:hAnsi="Arial Narrow" w:cs="Times New Roman"/>
          <w:color w:val="000000"/>
          <w:sz w:val="20"/>
          <w:szCs w:val="20"/>
        </w:rPr>
        <w:t>_____________________</w:t>
      </w:r>
    </w:p>
    <w:p w14:paraId="5D1EBEC3" w14:textId="77777777" w:rsidR="00440F8B" w:rsidRPr="004E3266" w:rsidRDefault="00440F8B" w:rsidP="00440F8B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0"/>
          <w:szCs w:val="20"/>
        </w:rPr>
      </w:pPr>
      <w:r w:rsidRPr="004E3266">
        <w:rPr>
          <w:rFonts w:ascii="Arial Narrow" w:eastAsia="Times New Roman" w:hAnsi="Arial Narrow" w:cs="Times New Roman"/>
          <w:color w:val="000000"/>
          <w:sz w:val="20"/>
          <w:szCs w:val="20"/>
        </w:rPr>
        <w:t>________________________________________                     ____________________</w:t>
      </w:r>
      <w:r w:rsidRPr="004E3266">
        <w:rPr>
          <w:rFonts w:ascii="Arial Narrow" w:eastAsia="Times New Roman" w:hAnsi="Arial Narrow" w:cs="Times New Roman"/>
          <w:color w:val="000000"/>
          <w:sz w:val="20"/>
          <w:szCs w:val="20"/>
        </w:rPr>
        <w:br/>
        <w:t> Employee’s Signature                                                                  Date</w:t>
      </w:r>
    </w:p>
    <w:p w14:paraId="7F891C6C" w14:textId="77777777" w:rsidR="00440F8B" w:rsidRPr="004E3266" w:rsidRDefault="00440F8B" w:rsidP="00440F8B">
      <w:pPr>
        <w:spacing w:before="100" w:beforeAutospacing="1" w:after="0" w:line="240" w:lineRule="auto"/>
        <w:ind w:right="975"/>
        <w:rPr>
          <w:rFonts w:ascii="Arial Narrow" w:eastAsia="Times New Roman" w:hAnsi="Arial Narrow" w:cs="Times New Roman"/>
          <w:color w:val="000000"/>
          <w:sz w:val="20"/>
          <w:szCs w:val="20"/>
        </w:rPr>
      </w:pPr>
      <w:r w:rsidRPr="004E3266">
        <w:rPr>
          <w:rFonts w:ascii="Arial Narrow" w:eastAsia="Times New Roman" w:hAnsi="Arial Narrow" w:cs="Times New Roman"/>
          <w:color w:val="000000"/>
          <w:sz w:val="20"/>
          <w:szCs w:val="20"/>
        </w:rPr>
        <w:t>________________________________________                     ____________________</w:t>
      </w:r>
      <w:r w:rsidRPr="004E3266">
        <w:rPr>
          <w:rFonts w:ascii="Arial Narrow" w:eastAsia="Times New Roman" w:hAnsi="Arial Narrow" w:cs="Times New Roman"/>
          <w:color w:val="000000"/>
          <w:sz w:val="20"/>
          <w:szCs w:val="20"/>
        </w:rPr>
        <w:br/>
        <w:t> Employer’s Signature                                                                  Date</w:t>
      </w:r>
    </w:p>
    <w:p w14:paraId="4A14566B" w14:textId="77777777" w:rsidR="004B76D1" w:rsidRDefault="004B76D1"/>
    <w:sectPr w:rsidR="004B76D1" w:rsidSect="004B7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0F8B"/>
    <w:rsid w:val="00265E17"/>
    <w:rsid w:val="00440F8B"/>
    <w:rsid w:val="00464E6A"/>
    <w:rsid w:val="004B76D1"/>
    <w:rsid w:val="004E3266"/>
    <w:rsid w:val="0052530E"/>
    <w:rsid w:val="00C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45124"/>
  <w15:docId w15:val="{3B2424C4-A0FD-494F-85B4-C9D2052F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0F8B"/>
    <w:pPr>
      <w:spacing w:before="100" w:beforeAutospacing="1" w:after="0" w:line="240" w:lineRule="auto"/>
      <w:ind w:right="150"/>
    </w:pPr>
    <w:rPr>
      <w:rFonts w:ascii="Arial Narrow" w:eastAsia="Times New Roman" w:hAnsi="Arial Narrow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40F8B"/>
    <w:rPr>
      <w:b/>
      <w:bCs/>
    </w:rPr>
  </w:style>
  <w:style w:type="character" w:styleId="Emphasis">
    <w:name w:val="Emphasis"/>
    <w:basedOn w:val="DefaultParagraphFont"/>
    <w:uiPriority w:val="20"/>
    <w:qFormat/>
    <w:rsid w:val="00440F8B"/>
    <w:rPr>
      <w:i/>
      <w:iCs/>
    </w:rPr>
  </w:style>
  <w:style w:type="table" w:styleId="TableGrid">
    <w:name w:val="Table Grid"/>
    <w:basedOn w:val="TableNormal"/>
    <w:uiPriority w:val="59"/>
    <w:rsid w:val="00265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152264">
      <w:bodyDiv w:val="1"/>
      <w:marLeft w:val="0"/>
      <w:marRight w:val="8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036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964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50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463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50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3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2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3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63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00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05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50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027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580</Characters>
  <Application>Microsoft Office Word</Application>
  <DocSecurity>4</DocSecurity>
  <Lines>12</Lines>
  <Paragraphs>11</Paragraphs>
  <ScaleCrop>false</ScaleCrop>
  <Company>Carter County Schools, TN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SchoolsName</dc:creator>
  <cp:lastModifiedBy>Andy Foust</cp:lastModifiedBy>
  <cp:revision>2</cp:revision>
  <dcterms:created xsi:type="dcterms:W3CDTF">2020-03-23T16:46:00Z</dcterms:created>
  <dcterms:modified xsi:type="dcterms:W3CDTF">2020-03-23T16:46:00Z</dcterms:modified>
</cp:coreProperties>
</file>